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1.16日-1.31日</w:t>
      </w:r>
      <w:r>
        <w:rPr>
          <w:rFonts w:hint="eastAsia" w:ascii="黑体" w:hAnsi="黑体" w:eastAsia="黑体" w:cs="黑体"/>
          <w:sz w:val="36"/>
          <w:szCs w:val="36"/>
        </w:rPr>
        <w:t>市场监管局药品经营许可证核发情况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tbl>
      <w:tblPr>
        <w:tblStyle w:val="5"/>
        <w:tblpPr w:leftFromText="180" w:rightFromText="180" w:vertAnchor="page" w:horzAnchor="page" w:tblpX="1137" w:tblpY="2531"/>
        <w:tblOverlap w:val="never"/>
        <w:tblW w:w="14794" w:type="dxa"/>
        <w:tblInd w:w="-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535"/>
        <w:gridCol w:w="1215"/>
        <w:gridCol w:w="990"/>
        <w:gridCol w:w="960"/>
        <w:gridCol w:w="1470"/>
        <w:gridCol w:w="4544"/>
        <w:gridCol w:w="121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序号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454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白山市峰林大药房医药有限责任公司五店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91220602MA7FYJTH46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王立静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吉DB4391265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化学原料药及其制剂、中成药、抗生素原料药及其制剂、生物制品（除疫苗）中药饮片、生化药品***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2022/01/18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白山市卫生防疫医药商店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91220601125630401M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盖亚民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吉DA4391255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白山市汇恩堂大药房有限公司南郡店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91220602MA17JK804Y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吉CB4391051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白山市汇恩堂大药房有限公司西郡店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91220602MA17GX8B30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吉CB4391060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白山市汇恩堂大药房有限公司中医院店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91220604MA176YRQ5T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吉CB4391064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白山市汇恩堂大药房有限公司华府店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91220602MA17GMLE04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吉CB4391059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白山市汇恩堂大药房有限公司兰亭店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91220600MA17N9KH1F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吉CB4391111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白山市汇恩堂大药房有限公司北山店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91220604MA17GX7L93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吉CB4391066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白山市汇恩堂大药房有限公司怡康店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91220600MA17X7XH36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吉CB4391146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2026/01/18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白山市浑江区达康药房有限公司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91220602MA7GAAG679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宋贵有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吉DA4391266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2022/01/20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2022/05/02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白山市浑江区星辰大药房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91220602MA14YMD948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潘玉宝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吉DA4391267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白山市卫生防疫医药商店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91220601125630401M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盖亚民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吉DA4391255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2022/01/14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马东梅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吉CB4391010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化学药制剂、中成药、抗生素、中药饮片、生物制品（除疫苗）***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2022/1/17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白山市浑江区星辰大药房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91220602MA14YMD948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潘玉宝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吉DA4391267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5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白山市浑江区正德堂大药房有限公司一店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91220602MA145MAH2P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任玉玲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吉DA4391268</w:t>
            </w:r>
          </w:p>
        </w:tc>
        <w:tc>
          <w:tcPr>
            <w:tcW w:w="4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中成药、化学药制剂、抗生素、中药饮片、生物制品（除疫苗）、生化药品***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2022/01/25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2027/01/24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C5790"/>
    <w:rsid w:val="05806D3F"/>
    <w:rsid w:val="069A5CCA"/>
    <w:rsid w:val="0F7362E8"/>
    <w:rsid w:val="13A02797"/>
    <w:rsid w:val="17335C87"/>
    <w:rsid w:val="21722E96"/>
    <w:rsid w:val="234A5067"/>
    <w:rsid w:val="24711FF6"/>
    <w:rsid w:val="250F049B"/>
    <w:rsid w:val="26D14F97"/>
    <w:rsid w:val="28472AE6"/>
    <w:rsid w:val="3CAE48ED"/>
    <w:rsid w:val="43AA27AA"/>
    <w:rsid w:val="4B2871DA"/>
    <w:rsid w:val="5E1A6AC9"/>
    <w:rsid w:val="5F0626B7"/>
    <w:rsid w:val="61326586"/>
    <w:rsid w:val="62117944"/>
    <w:rsid w:val="68755491"/>
    <w:rsid w:val="6B954D61"/>
    <w:rsid w:val="6CF454A2"/>
    <w:rsid w:val="704D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2022-02-08T02:23:12Z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73B4DDD53ADA4F56A9DCCAD4C115818E</vt:lpwstr>
  </property>
</Properties>
</file>