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5.1-5.31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食品经营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430"/>
        <w:gridCol w:w="1299"/>
        <w:gridCol w:w="1288"/>
        <w:gridCol w:w="1046"/>
        <w:gridCol w:w="1917"/>
        <w:gridCol w:w="3600"/>
        <w:gridCol w:w="126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白山市信达餐饮服务有限公司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91220602MA16XFW76K 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王雷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JY22206000081543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热食类食品制售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2024/05/16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2029/01/31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白山市机关事务管理局事务保障中心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12220600MB0L39764Q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逄巍翔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JY32206000072453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热食类食品制售；冷食类食品制售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2024/05/28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2029/05/27</w:t>
            </w:r>
          </w:p>
        </w:tc>
      </w:tr>
    </w:tbl>
    <w:p>
      <w:pPr>
        <w:jc w:val="both"/>
        <w:rPr>
          <w:rFonts w:hint="eastAsia" w:ascii="黑体" w:eastAsia="黑体" w:cs="黑体"/>
          <w:color w:val="auto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5F037B"/>
    <w:rsid w:val="07A22645"/>
    <w:rsid w:val="0E28685C"/>
    <w:rsid w:val="132044EE"/>
    <w:rsid w:val="14C913F3"/>
    <w:rsid w:val="188664E9"/>
    <w:rsid w:val="1B234E2D"/>
    <w:rsid w:val="1C242C1E"/>
    <w:rsid w:val="1C4F26A8"/>
    <w:rsid w:val="1F902012"/>
    <w:rsid w:val="23561B8F"/>
    <w:rsid w:val="276770CC"/>
    <w:rsid w:val="2786186E"/>
    <w:rsid w:val="3ACF350C"/>
    <w:rsid w:val="3CC622BD"/>
    <w:rsid w:val="40473324"/>
    <w:rsid w:val="45B41864"/>
    <w:rsid w:val="4F674967"/>
    <w:rsid w:val="4FAE3B00"/>
    <w:rsid w:val="50723728"/>
    <w:rsid w:val="57476D14"/>
    <w:rsid w:val="621C0D9D"/>
    <w:rsid w:val="69440A09"/>
    <w:rsid w:val="6A821D1E"/>
    <w:rsid w:val="6E572468"/>
    <w:rsid w:val="75AC7BA4"/>
    <w:rsid w:val="75D815D6"/>
    <w:rsid w:val="7D336B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114</Words>
  <Characters>224</Characters>
  <Lines>23</Lines>
  <Paragraphs>19</Paragraphs>
  <TotalTime>2</TotalTime>
  <ScaleCrop>false</ScaleCrop>
  <LinksUpToDate>false</LinksUpToDate>
  <CharactersWithSpaces>224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2024-05-31T02:59:49Z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ACEF8FA163D9405FA4B07585F65BF875</vt:lpwstr>
  </property>
</Properties>
</file>